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448F6" w14:textId="77777777" w:rsidR="003B7B07" w:rsidRPr="003B7B07" w:rsidRDefault="003B7B07" w:rsidP="003B7B0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B7B0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SARS-CoV-2/human/USA/OH-CDC-ASC210630012/2021, complete genome</w:t>
      </w:r>
    </w:p>
    <w:p w14:paraId="0A7FDC4A" w14:textId="77777777" w:rsidR="003B7B07" w:rsidRPr="003B7B07" w:rsidRDefault="003B7B07" w:rsidP="003B7B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t>GenBank: OM097339.1</w:t>
      </w:r>
    </w:p>
    <w:p w14:paraId="6632AAF8" w14:textId="77777777" w:rsidR="003B7B07" w:rsidRPr="003B7B07" w:rsidRDefault="003B7B07" w:rsidP="003B7B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"https://www.ncbi.nlm.nih.gov/nuccore/OM097339.1?report=fasta" </w:instrText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B7B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"https://www.ncbi.nlm.nih.gov/nuccore/OM097339.1?report=graph" </w:instrText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B7B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7339.1"/>
    <w:bookmarkEnd w:id="1"/>
    <w:p w14:paraId="40D5CCC0" w14:textId="77777777" w:rsidR="003B7B07" w:rsidRPr="003B7B07" w:rsidRDefault="003B7B07" w:rsidP="003B7B0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"https://www.ncbi.nlm.nih.gov/nuccore/OM097339.1" \l "goto2172298346_0" </w:instrText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B7B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B7B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51CC7B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LOCUS       OM097339               29797 bp    RNA     linear   VRL 03-JAN-2022</w:t>
      </w:r>
    </w:p>
    <w:p w14:paraId="1C270C9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11A53B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SARS-CoV-2/human/USA/OH-CDC-ASC210630012/2021, complete genome.</w:t>
      </w:r>
    </w:p>
    <w:p w14:paraId="0A0A9E6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ACCESSION   OM097339</w:t>
      </w:r>
    </w:p>
    <w:p w14:paraId="546B7FC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VERSION     OM097339.1</w:t>
      </w:r>
    </w:p>
    <w:p w14:paraId="3B10DA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A0A30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"https://www.ncbi.nlm.nih.gov/biosample/SAMN24546019"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SAMN24546019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9A975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EAC91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D5BFA8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A5C3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E4F147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D0E14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A6089D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29797)</w:t>
      </w:r>
    </w:p>
    <w:p w14:paraId="2495A7F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C5AAA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5605D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82A940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47E57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DF9D80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4E0D4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05114B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194929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29797)</w:t>
      </w:r>
    </w:p>
    <w:p w14:paraId="0BC76F3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D03313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E84758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A9CC46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B26BA7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7CB6EE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26A2B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E25AEB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(01-JAN-2022) Respiratory Viruses Branch, Division of</w:t>
      </w:r>
    </w:p>
    <w:p w14:paraId="66ABC83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72BDE5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8FE521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7339.1"/>
      <w:bookmarkEnd w:id="2"/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FA091C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E04589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07C6F9E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76E38E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7339.1"/>
      <w:bookmarkEnd w:id="3"/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A891CC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1..29797</w:t>
      </w:r>
    </w:p>
    <w:p w14:paraId="5920EC4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F14792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F7839C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24CC5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/isolate="SARS-CoV-2/human/USA/OH-CDC-ASC210630012/2021"</w:t>
      </w:r>
    </w:p>
    <w:p w14:paraId="465312D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C07470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E3BDD5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A6FC5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362B761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3C5F0E9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"https://www.ncbi.nlm.nih.gov/nuccore/OM097339.1?from=241&amp;to=21518"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5BF07A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55AE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"https://www.ncbi.nlm.nih.gov/nuccore/OM097339.1?location=241:13431,13431:21518"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78CC089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731C3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90E583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5A7DC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898590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"https://www.ncbi.nlm.nih.gov/protein/2172298347"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UHX82419.1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9BD5D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67FF8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0C20CF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F7871C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AB146B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F2C48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69638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71C03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C47D1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4FF1B3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C3FA9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71B5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B5904E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11D833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440578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36BDCB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BFF5B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673E5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9CF191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0396B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9BA169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301817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BD0673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5141FD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164EC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D9E44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C16DDB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444AD9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9C45A3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C5BA1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880AA3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B0E0FA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57BBBE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6E39FB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57449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39D79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B10B2D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AA9CD0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2B671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1F16F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6C0658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E04ED6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E1442C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A5305F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E18B2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48921B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BDFBD9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1799F6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1E4FF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936E71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A4D3CD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024074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139173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63BCD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F48914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DF942F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E8A6A6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F20AA4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331AD8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3DBDDF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4DEAA6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D3C770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3AE3AA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E0DEC7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735877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B9AD23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D7EAC9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FAF1FC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C63CF3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C125A3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1B978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89185B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1C4801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A7404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FE3108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4FEA63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83AB61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F694A3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5518F2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4ED9D3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AB51CD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12090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9606F8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3A454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25C019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EB5B56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BFC149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0ADDFB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96C053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010B62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C29696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BBCC5A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3F80EA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E562AB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AB10AA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4F2FC5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8C774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6D1912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0BAC1D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7AB16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997353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8E1E21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7CAB550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3EA1B7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72BFB3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D526C0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E069DE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EE4BFE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8A3974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6EF50C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5FA3E4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C330F4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DDE754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A4523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974388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AAA05A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7A8041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3B14B6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3A5B97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7C882A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249806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8D00F0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0DCE23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4E063F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"https://www.ncbi.nlm.nih.gov/protein/UHX82419.1?from=1&amp;to=180"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F6846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66D20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993614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"https://www.ncbi.nlm.nih.gov/protein/UHX82419.1?from=181&amp;to=818"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607D6B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C59A0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8B2CD1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"https://www.ncbi.nlm.nih.gov/protein/UHX82419.1?from=819&amp;to=2762"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E71ECC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6565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97AB6E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"https://www.ncbi.nlm.nih.gov/protein/UHX82419.1?from=2763&amp;to=3262"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3C75BF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20C8D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EC6729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"https://www.ncbi.nlm.nih.gov/protein/UHX82419.1?from=3263&amp;to=3568"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E260BE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468A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24EA0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"https://www.ncbi.nlm.nih.gov/protein/UHX82419.1?from=3569&amp;to=3855"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D773C4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4F6BE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BEBFC3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"https://www.ncbi.nlm.nih.gov/protein/UHX82419.1?from=3856&amp;to=3938"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737049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833C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09A73D1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"https://www.ncbi.nlm.nih.gov/protein/UHX82419.1?from=3939&amp;to=4136"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FDFBFD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CED00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0F766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"https://www.ncbi.nlm.nih.gov/protein/UHX82419.1?from=4137&amp;to=4249"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E3D5F5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FB9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03856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"https://www.ncbi.nlm.nih.gov/protein/UHX82419.1?from=4250&amp;to=4388"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021B2F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DC3C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71BE4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"https://www.ncbi.nlm.nih.gov/protein/UHX82419.1?from=4389&amp;to=5320"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41E31C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696C5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86E7B3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"https://www.ncbi.nlm.nih.gov/protein/UHX82419.1?from=5321&amp;to=5921"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17A6BA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11B7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406B13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"https://www.ncbi.nlm.nih.gov/protein/UHX82419.1?from=5922&amp;to=6448"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FC96BC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8F1E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CA637A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"https://www.ncbi.nlm.nih.gov/protein/UHX82419.1?from=6449&amp;to=6794"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FB2468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47A33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84D8BD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"https://www.ncbi.nlm.nih.gov/protein/UHX82419.1?from=6795&amp;to=7092"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1F976B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4B2CC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00DAC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"https://www.ncbi.nlm.nih.gov/nuccore/OM097339.1?from=241&amp;to=13446"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8D4F48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4E34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7F587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A724A0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"https://www.ncbi.nlm.nih.gov/protein/2172298348"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UHX82420.1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8F35E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A14AC3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1EF7F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D1BBD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C534A2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51890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027B8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348D2E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BD026A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68F2F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43D12E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0B958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73C21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4EAD89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083A43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40CFB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6E711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F604C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6223CA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A7ECFC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DF4F23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8FCC5F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442EE4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BC861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7202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DE195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47E0A2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591A5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546C1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C2E10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3FCF5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2030C5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9FDFC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FD1E38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12F54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C5998F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4DF73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E12281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998C0C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428D55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D8CF07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2F14C0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DFFC50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364E6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6A630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A6560A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E38C19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26804F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925CC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8FE263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90D20B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7ACD55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C8026D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B5E081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168AD2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37C85CE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A0132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40BC33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24C0A9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A3F09E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F6B2AC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D55AC1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AB7382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1F3306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994A44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66F0ED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D9A014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831296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10E88C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5A1CF6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9F449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81827D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1BCE65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6DCF71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5FFE74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55851E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84BE7B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304F93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"https://www.ncbi.nlm.nih.gov/protein/UHX82420.1?from=1&amp;to=180"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0D8E95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C002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1E9A5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"https://www.ncbi.nlm.nih.gov/protein/UHX82420.1?from=181&amp;to=818"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D137C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A6511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8253D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"https://www.ncbi.nlm.nih.gov/protein/UHX82420.1?from=819&amp;to=2762"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4D779E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6C9D9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E74BE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"https://www.ncbi.nlm.nih.gov/protein/UHX82420.1?from=2763&amp;to=3262"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257BBC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B997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CBFBD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"https://www.ncbi.nlm.nih.gov/protein/UHX82420.1?from=3263&amp;to=3568"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F8A5A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0EEE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F69013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"https://www.ncbi.nlm.nih.gov/protein/UHX82420.1?from=3569&amp;to=3855"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A60356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E9B6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CB604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"https://www.ncbi.nlm.nih.gov/protein/UHX82420.1?from=3856&amp;to=3938"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038882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3CC71F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53D389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"https://www.ncbi.nlm.nih.gov/protein/UHX82420.1?from=3939&amp;to=4136"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8B01C7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04AE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8868C0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"https://www.ncbi.nlm.nih.gov/protein/UHX82420.1?from=4137&amp;to=4249"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CB7025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E2CCD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D8C47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"https://www.ncbi.nlm.nih.gov/protein/UHX82420.1?from=4250&amp;to=4388"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CF524A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CE3D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0D13D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"https://www.ncbi.nlm.nih.gov/protein/UHX82420.1?from=4389&amp;to=4401"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3BEA7B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539C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8F64B6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"https://www.ncbi.nlm.nih.gov/nuccore/OM097339.1?from=13439&amp;to=13466"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BB78C8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96F64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72D68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59D306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"https://www.ncbi.nlm.nih.gov/nuccore/OM097339.1?from=13451&amp;to=13505"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A56586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9320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350A6C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81C277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"https://www.ncbi.nlm.nih.gov/nuccore/OM097339.1?from=21526&amp;to=25338"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B23F3E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4FAF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"https://www.ncbi.nlm.nih.gov/nuccore/OM097339.1?from=21526&amp;to=25338"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518BDC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35D88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C1A83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55E02C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"https://www.ncbi.nlm.nih.gov/protein/2172298349"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UHX82421.1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9DF8E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1631AA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203276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E0A9E7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86EB12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98EB7D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32EFC4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C904B5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6A6260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F0D14C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3E338B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F047CB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A3101A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51810B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7473D0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2FC7CD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B4D715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500C88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A1ACCC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12F867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745C98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B516BD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DA3774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3243DB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"https://www.ncbi.nlm.nih.gov/nuccore/OM097339.1?from=25347&amp;to=26174"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0600AE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8F9BC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"https://www.ncbi.nlm.nih.gov/nuccore/OM097339.1?from=25347&amp;to=26174"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3574F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79C20C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A2D8A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15D338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"https://www.ncbi.nlm.nih.gov/protein/2172298350"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UHX82422.1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8EFE9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BC8B47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DBF8D5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89D723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B3338E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71B44C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"https://www.ncbi.nlm.nih.gov/nuccore/OM097339.1?from=26199&amp;to=26426"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C2B0D3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A6DF4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"https://www.ncbi.nlm.nih.gov/nuccore/OM097339.1?from=26199&amp;to=26426"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ED0A10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BD60B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34B6C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154F02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"https://www.ncbi.nlm.nih.gov/protein/2172298351"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UHX82423.1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8CAA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974208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70FFDC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"https://www.ncbi.nlm.nih.gov/nuccore/OM097339.1?from=26477&amp;to=27145"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1B86CFD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E07F8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"https://www.ncbi.nlm.nih.gov/nuccore/OM097339.1?from=26477&amp;to=27145"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889A47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376CF6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FEA2E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6BBD8D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"https://www.ncbi.nlm.nih.gov/protein/2172298352"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UHX82424.1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79E1E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1DB5CA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77EBD2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42A46A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4E60A5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827FEA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"https://www.ncbi.nlm.nih.gov/nuccore/OM097339.1?from=27156&amp;to=27341"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16226D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78C07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"https://www.ncbi.nlm.nih.gov/nuccore/OM097339.1?from=27156&amp;to=27341"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C7CCEE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B1A5D4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7A525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8B4A88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"https://www.ncbi.nlm.nih.gov/protein/2172298353"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UHX82425.1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B1527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EB5691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08E34C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"https://www.ncbi.nlm.nih.gov/nuccore/OM097339.1?from=27348&amp;to=27713"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A8ACB4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9A5EDC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"https://www.ncbi.nlm.nih.gov/nuccore/OM097339.1?from=27348&amp;to=27713"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D9F32C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6C979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009A2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627A92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"https://www.ncbi.nlm.nih.gov/protein/2172298354"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UHX82426.1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904FB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D4E516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095D24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EB0E34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"https://www.ncbi.nlm.nih.gov/nuccore/OM097339.1?from=27710&amp;to=27841"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30C13C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6086B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"https://www.ncbi.nlm.nih.gov/nuccore/OM097339.1?from=27710&amp;to=27841"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F1D4C9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20FFE1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946D4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B315F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"https://www.ncbi.nlm.nih.gov/protein/2172298355"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UHX82427.1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30B86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820377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"https://www.ncbi.nlm.nih.gov/nuccore/OM097339.1?from=27848&amp;to=28213"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6FCB27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75737B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"https://www.ncbi.nlm.nih.gov/nuccore/OM097339.1?from=27848&amp;to=28213"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7801B2C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33B4A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A69EB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923E54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"https://www.ncbi.nlm.nih.gov/protein/2172298356"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UHX82428.1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1F353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54AA00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AEA2D3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4D4AC4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"https://www.ncbi.nlm.nih.gov/nuccore/OM097339.1?from=28228&amp;to=29478"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DE22D2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EC348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"https://www.ncbi.nlm.nih.gov/nuccore/OM097339.1?from=28228&amp;to=29478"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48A8BBF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40F70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350EB9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26B780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"https://www.ncbi.nlm.nih.gov/protein/2172298357"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UHX82429.1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E8221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76FE69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AEE888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BF849C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F3353F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F295AE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09091B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336F8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14B4C0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"https://www.ncbi.nlm.nih.gov/nuccore/OM097339.1?from=29503&amp;to=29619"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0B0F0F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197C6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"https://www.ncbi.nlm.nih.gov/nuccore/OM097339.1?from=29503&amp;to=29619"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FC5CC7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40C2E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80CB3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D00CD8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"https://www.ncbi.nlm.nih.gov/protein/2172298358"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UHX82430.1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D9980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0A8F75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"https://www.ncbi.nlm.nih.gov/nuccore/OM097339.1?from=29554&amp;to=29589"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D24A48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C9DC6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818A50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"https://www.ncbi.nlm.nih.gov/nuccore/OM097339.1?from=29574&amp;to=29602"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347F8F9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B4D82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0D5BF9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"https://www.ncbi.nlm.nih.gov/nuccore/OM097339.1?from=29673&amp;to=29713" </w:instrTex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B7B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0322DE4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BB5A03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1CFF25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7339.1"/>
      <w:bookmarkEnd w:id="4"/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191B3E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DB0524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0515D1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C6BFE8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610B1C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981CBC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37293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D96BD0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ADF06E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91845F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3423A8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6ECB2BC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35C0F2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DBDD6C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6E5966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0C83FB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D4230C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F55B9C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6C3DFF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37462F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0304B1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621634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9E9CF4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9C150F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84B4DA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BEF9FB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2CE2BD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0A745EC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D63B3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64E862D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22411E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7CCF3E7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59CC8A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ACB868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4CF43E7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10DEE4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E7B858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03BE03B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2BA1CA3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8D6888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9415F6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BF554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4DC99F8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4AFA24C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961061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A334B2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CD6732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0A0B84A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6ED592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0A812BF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1881836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B9B790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67F2DF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812C1C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29FFA5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E5353F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DC8F05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0B909A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5B33F0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885CBB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FE4A24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131D76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02270C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544E3A2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81976D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3F0979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FF4E11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06AEEC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1579C4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912B13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D25AD5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597820C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08E261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85747B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7674D4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10BE10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FC398C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DC9446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D52834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184174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637E1E1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85538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86AAEB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2FBD72B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1E7381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E5FA11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5B5092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D2C6C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C52882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53D654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7F63485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EDAC22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957A4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2540A2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2D17886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AD90E1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3FE826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5DDF24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EA54D1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68A37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F81124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5A71E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74F1BD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0EB218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771200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9E5FE3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07573A4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3862D68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2CE0A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5873F2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08DC4E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9C8C6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67B1AD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BC0855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3C8240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01B476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18F4E5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1BCB59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F8E7FB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8C5D1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80F05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364695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E29E03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678B34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26B391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67A38F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9E74C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97325C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17D686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31C510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05E3AC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A0118F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7288D0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9B8488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DC4037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3C4E50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7394569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caaggttgaa</w:t>
      </w:r>
    </w:p>
    <w:p w14:paraId="1CCA355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146D593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203A00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01F876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749A909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8A9318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3DDE68C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86583F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9854C8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9D521F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085F66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0E4A7AD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A56CD5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F1050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FEE47A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33F87C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748499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B3BE21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35DB46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CDF56D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F1289F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5445E4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AE128B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AE523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394448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A15F0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6CA329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6036BD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1C4C547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3752539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C5EB92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08F2D8F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6779C7C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5F3086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1795ED6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DC037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22A32C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7E9EA4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53CCBF2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0CDBEC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01C344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50D6D5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1F297B2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5655BA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C7A1E7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3F06ED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9D7ED7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BBDC82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AB40C1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784056E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752842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13A4BAD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1A0887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69F5C0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5A9B220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C74851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6D21849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9E85D2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24AD2A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B80F61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D6D8F8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F27BFE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2F8D70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4F5F166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DEAE02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6A6329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0F0102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04A818E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3FCF6DD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3B5C5D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F73C92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57F8EDA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3C11B2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23A41B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2FF8C2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548D15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59360A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01EFB81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4771B6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862593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0048E7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9D905C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5C05C4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FA09FC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01D7D0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7652BED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F7173D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E75B84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52B45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828348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974EFE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624FD6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41991D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3FC948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1BDB24C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11F04C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E06B38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4223656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62F685F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67F76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02F032C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53D8F90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5D72BC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AB69F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7B16710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6FBD4D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621232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04D9FD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CF93E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0E4DD0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06FFA83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18E4FD9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23E0E81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6338AB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025DBE0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1504F8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6107322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C1CD42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9045E1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799BA7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F9376F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746E43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5AE556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C0ED2B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4FB78EB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4FEA546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BB4B20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E1FBD9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72B949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4943F42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EFA76A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9A7A40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F4BE6C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DE1122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E81011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061369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1D4A1F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557336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D5C2E7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46E831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6EA7BB4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3C7AB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E15617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5499F5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5473EAB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E01055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8379D2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5895797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96204A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059518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D98D62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B5C353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B7153E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5AD444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33210C7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5E825A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05F9F54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1445F3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704BAF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B843E6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B5A34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1E9B33D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3206F9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E6594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A10F93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6836586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7EA269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CD700B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F42429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C0289B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869A43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7CDCC6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D27D0B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B7E6D3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5C2FEEE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5ED08A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171EEB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ADFF2F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C77E92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F397DA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2B953CE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74DC18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D065BE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801143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7C719DF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DC686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42CEC4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A7199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31F07D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87D450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8CD3F8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450A39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452132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BB4CEE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273303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80C965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5EFD5C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CE9152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4DD353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54E38F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24EB72D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7A123D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7BE85CA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C38189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F1508B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4FB36F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44791C5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5420C2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1DA05E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42008A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BF934A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264F14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5894D7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F6DC72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417E768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B9675A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62B981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176E5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9503BD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614921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E35D7F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2AB2DD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7C0A8EC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3C1399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6FEFDB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F577B6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A2684F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2C81AC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1B8015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B1901A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496279B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1E3D42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7C4E5C8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54116D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D150CF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7BA047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EE535C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A4BDE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5BA915E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0B99D4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BD3714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29AD8B6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01C904D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17CBAEE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C02BFD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086BB1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BC3C09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FC1126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CEC3C0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3DC6E7D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2B968D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6DF7E75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A73736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A20606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71E817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185A9C3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67278A7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72F923E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AE2E86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DFA739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C3115D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22086F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4E7919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2C94D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0FAD682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A819A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2911F84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16E56F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710C25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A0CD67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598CCE5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9D4356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D123FF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02C7E0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5EBE58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35D23A9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D1EDA6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3AD343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6B95F4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087ED5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69A933A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B2FF3C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19A7C5C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45C1F4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D284CB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E14009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2067814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3DD7C4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9ABB30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AFF42E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5DB7207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556643A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F3D911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7F4072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7C26CC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8D40EC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A486F4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07E2592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182FCE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92C9AD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F3DB03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C9DA34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68D429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440815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19AF6C7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9E17E2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AB1855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67555F7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13BC0D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C6251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2E2263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8E0E3B9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068CFE9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A0F73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DDB030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60FDED1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9E39F1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1C5BF54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EDE55A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289AB5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67FB64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C806AB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58A730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2B6C96A3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FDBA7A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8BCAE7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97D75E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0D1FF52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E0BDC4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80DD80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62618CD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E92658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214D21C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7161C0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63CE8C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9BA8CF5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4BE601B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679C22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1819290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1848D95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3DC70E50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87CEAE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0B4B8F1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6CBCEE3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70ADEA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70BF166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5038BC4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B9B0087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46FF8A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06A24488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A2BDB9E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1F94F772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30E588F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70C50AB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52388F74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EE43CE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501CCC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11AAE9C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57A9844A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</w:t>
      </w:r>
    </w:p>
    <w:p w14:paraId="1D45011F" w14:textId="77777777" w:rsidR="003B7B07" w:rsidRPr="003B7B07" w:rsidRDefault="003B7B07" w:rsidP="003B7B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B7B0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AEA6DD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0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B7B07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D7AE90"/>
  <w15:chartTrackingRefBased/>
  <w15:docId w15:val="{A3D7BD0E-9168-3D4E-8078-2D4E0B7ED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8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5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1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0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10906</Words>
  <Characters>62169</Characters>
  <Application>Microsoft Office Word</Application>
  <DocSecurity>0</DocSecurity>
  <Lines>518</Lines>
  <Paragraphs>145</Paragraphs>
  <ScaleCrop>false</ScaleCrop>
  <Company/>
  <LinksUpToDate>false</LinksUpToDate>
  <CharactersWithSpaces>72930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2023-02-06T10:06:00Z</dcterms:created>
  <dcterms:modified xsi:type="dcterms:W3CDTF">2023-02-06T10:07:00Z</dcterms:modified>
</cp:coreProperties>
</file>